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703" w:rsidRDefault="00F54A79" w:rsidP="004E07E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4937760</wp:posOffset>
            </wp:positionH>
            <wp:positionV relativeFrom="paragraph">
              <wp:posOffset>116840</wp:posOffset>
            </wp:positionV>
            <wp:extent cx="1318260" cy="361950"/>
            <wp:effectExtent l="0" t="0" r="0" b="0"/>
            <wp:wrapNone/>
            <wp:docPr id="5" name="Grafik 5" descr="C:\Users\Woellermann\Desktop\Promotion\Unterrichtseinheit\Bilder_Abschnitt 7\Strang2_ReifenSchieben_Mini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ReifenSchieben_Minibil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37513" w:rsidRPr="004A5249" w:rsidRDefault="00DE598A" w:rsidP="00DA58EF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2</w:t>
      </w:r>
      <w:r w:rsidR="00DA58EF">
        <w:rPr>
          <w:b/>
          <w:sz w:val="24"/>
          <w:szCs w:val="24"/>
        </w:rPr>
        <w:t>:</w:t>
      </w:r>
      <w:r w:rsidR="00DA58EF">
        <w:rPr>
          <w:b/>
          <w:sz w:val="24"/>
          <w:szCs w:val="24"/>
        </w:rPr>
        <w:tab/>
      </w:r>
      <w:r w:rsidR="00DA58EF">
        <w:rPr>
          <w:b/>
          <w:sz w:val="24"/>
          <w:szCs w:val="24"/>
        </w:rPr>
        <w:tab/>
      </w:r>
      <w:r w:rsidR="00DA58EF">
        <w:rPr>
          <w:b/>
          <w:sz w:val="24"/>
          <w:szCs w:val="24"/>
        </w:rPr>
        <w:tab/>
      </w:r>
      <w:r w:rsidR="00DA58EF">
        <w:rPr>
          <w:b/>
          <w:sz w:val="24"/>
          <w:szCs w:val="24"/>
        </w:rPr>
        <w:tab/>
      </w:r>
      <w:r w:rsidR="00627C43">
        <w:rPr>
          <w:b/>
          <w:sz w:val="24"/>
          <w:szCs w:val="24"/>
        </w:rPr>
        <w:t>Reifen</w:t>
      </w:r>
      <w:r w:rsidR="00DA58EF">
        <w:rPr>
          <w:b/>
          <w:sz w:val="24"/>
          <w:szCs w:val="24"/>
        </w:rPr>
        <w:t xml:space="preserve"> schieben</w:t>
      </w:r>
    </w:p>
    <w:p w:rsidR="00D24A16" w:rsidRPr="00AB67BE" w:rsidRDefault="003E0DA1" w:rsidP="00D24A16">
      <w:pPr>
        <w:spacing w:after="0" w:line="240" w:lineRule="auto"/>
        <w:jc w:val="both"/>
        <w:rPr>
          <w:sz w:val="8"/>
          <w:szCs w:val="8"/>
        </w:rPr>
      </w:pPr>
      <w:r>
        <w:rPr>
          <w:noProof/>
          <w:sz w:val="8"/>
          <w:szCs w:val="8"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50165</wp:posOffset>
                </wp:positionV>
                <wp:extent cx="2126615" cy="1590675"/>
                <wp:effectExtent l="0" t="0" r="0" b="0"/>
                <wp:wrapSquare wrapText="bothSides"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6615" cy="1590675"/>
                          <a:chOff x="0" y="0"/>
                          <a:chExt cx="2614485" cy="2046028"/>
                        </a:xfrm>
                      </wpg:grpSpPr>
                      <pic:pic xmlns:pic="http://schemas.openxmlformats.org/drawingml/2006/picture">
                        <pic:nvPicPr>
                          <pic:cNvPr id="1" name="Grafik 1" descr="C:\Users\Woellermann\Desktop\Promotion\Unterrichtseinheit\Bilder_Abschnitt 7\Strang2_ReifenSchieben_tyre-push-2140997_1920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938"/>
                          <a:stretch/>
                        </pic:blipFill>
                        <pic:spPr bwMode="auto">
                          <a:xfrm>
                            <a:off x="0" y="0"/>
                            <a:ext cx="2533015" cy="195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76757" y="1745672"/>
                            <a:ext cx="937728" cy="3003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6158F" w:rsidRPr="003B69C1" w:rsidRDefault="0056158F" w:rsidP="0056158F">
                              <w:pPr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  <w:t>p</w:t>
                              </w:r>
                              <w:r w:rsidRPr="003B69C1"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  <w:t>ixabay.c</w:t>
                              </w:r>
                              <w:r w:rsidR="003C5C4E"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  <w:t>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" o:spid="_x0000_s1026" style="position:absolute;left:0;text-align:left;margin-left:336pt;margin-top:3.95pt;width:167.45pt;height:125.25pt;z-index:251669504;mso-width-relative:margin;mso-height-relative:margin" coordsize="26144,20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25330;height:19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7QtW3BAAAA2gAAAA8AAABkcnMvZG93bnJldi54bWxET01rwkAQvQv9D8sUetONHoqkrlIKFqFQ&#10;1BrocchOk9Dd2TQ7muivdwWhp+HxPmexGrxTJ+piE9jAdJKBIi6DbbgycPhaj+egoiBbdIHJwJki&#10;rJYPowXmNvS8o9NeKpVCOOZooBZpc61jWZPHOAktceJ+QudREuwqbTvsU7h3epZlz9pjw6mhxpbe&#10;aip/90dv4OI+5lv827rMFdJK//25K96Pxjw9Dq8voIQG+Rff3Rub5sPtldvVyy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7QtW3BAAAA2gAAAA8AAAAAAAAAAAAAAAAAnwIA&#10;AGRycy9kb3ducmV2LnhtbFBLBQYAAAAABAAEAPcAAACNAwAAAAA=&#10;">
                  <v:imagedata r:id="rId8" o:title="Strang2_ReifenSchieben_tyre-push-2140997_1920" cropleft="7824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16767;top:17456;width:9377;height:3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:rsidR="0056158F" w:rsidRPr="003B69C1" w:rsidRDefault="0056158F" w:rsidP="0056158F">
                        <w:pPr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color w:val="FFFFFF" w:themeColor="background1"/>
                            <w:sz w:val="16"/>
                            <w:szCs w:val="16"/>
                          </w:rPr>
                          <w:t>p</w:t>
                        </w:r>
                        <w:r w:rsidRPr="003B69C1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ixabay.c</w:t>
                        </w:r>
                        <w:r w:rsidR="003C5C4E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om</w:t>
                        </w:r>
                        <w:proofErr w:type="spellEnd"/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627C43" w:rsidRDefault="00627C43" w:rsidP="00DA58EF">
      <w:pPr>
        <w:spacing w:after="0" w:line="240" w:lineRule="auto"/>
        <w:jc w:val="both"/>
        <w:rPr>
          <w:rFonts w:eastAsiaTheme="minorEastAsia"/>
          <w:sz w:val="21"/>
          <w:szCs w:val="21"/>
        </w:rPr>
      </w:pPr>
      <w:r>
        <w:rPr>
          <w:rFonts w:eastAsiaTheme="minorEastAsia"/>
        </w:rPr>
        <w:t>Beim Krafttraining schiebt ein Sportler einen Autoreifen vor sich her.</w:t>
      </w:r>
    </w:p>
    <w:p w:rsidR="00627C43" w:rsidRDefault="00627C43" w:rsidP="00DA58EF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AB67BE" w:rsidRDefault="00AB67BE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3E0DA1" w:rsidRDefault="003E0DA1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3E0DA1" w:rsidRDefault="003E0DA1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3E0DA1" w:rsidRDefault="003E0DA1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3E0DA1" w:rsidRDefault="003E0DA1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3E0DA1" w:rsidRDefault="003E0DA1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627C43" w:rsidRDefault="00627C43" w:rsidP="00AF7ECE">
      <w:pPr>
        <w:spacing w:after="0" w:line="240" w:lineRule="auto"/>
        <w:jc w:val="both"/>
        <w:rPr>
          <w:rFonts w:eastAsiaTheme="minorEastAsia"/>
          <w:b/>
        </w:rPr>
      </w:pPr>
    </w:p>
    <w:p w:rsidR="00DD58DA" w:rsidRDefault="0093519D" w:rsidP="00AF7ECE">
      <w:pPr>
        <w:spacing w:after="0" w:line="24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Aufgaben</w:t>
      </w:r>
    </w:p>
    <w:p w:rsidR="003C5C4E" w:rsidRDefault="003C5C4E" w:rsidP="003E0DA1">
      <w:pPr>
        <w:pStyle w:val="Listenabsatz"/>
        <w:numPr>
          <w:ilvl w:val="0"/>
          <w:numId w:val="41"/>
        </w:num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Beschriftet die Kraftpfeile.</w:t>
      </w:r>
    </w:p>
    <w:p w:rsidR="003E0DA1" w:rsidRDefault="003E0DA1" w:rsidP="003E0DA1">
      <w:pPr>
        <w:pStyle w:val="Listenabsatz"/>
        <w:numPr>
          <w:ilvl w:val="0"/>
          <w:numId w:val="41"/>
        </w:num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Markiert Zwillingskräfte mit der gleichen Farbe.</w:t>
      </w:r>
    </w:p>
    <w:p w:rsidR="0093519D" w:rsidRDefault="003E0DA1" w:rsidP="003C5C4E">
      <w:pPr>
        <w:pStyle w:val="Listenabsatz"/>
        <w:numPr>
          <w:ilvl w:val="0"/>
          <w:numId w:val="41"/>
        </w:numPr>
        <w:spacing w:line="24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Der Sportler schiebt den Reifen mit konstantem Tempo. </w:t>
      </w:r>
      <w:r w:rsidR="003C5C4E">
        <w:rPr>
          <w:rFonts w:eastAsiaTheme="minorEastAsia"/>
        </w:rPr>
        <w:t xml:space="preserve">Begründet dies mit Hilfe der Kräfteaddition. 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5670"/>
        <w:gridCol w:w="4111"/>
      </w:tblGrid>
      <w:tr w:rsidR="003C5C4E" w:rsidTr="009B31B6">
        <w:tc>
          <w:tcPr>
            <w:tcW w:w="5670" w:type="dxa"/>
          </w:tcPr>
          <w:p w:rsidR="003C5C4E" w:rsidRDefault="003C5C4E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</w:p>
        </w:tc>
        <w:tc>
          <w:tcPr>
            <w:tcW w:w="4111" w:type="dxa"/>
          </w:tcPr>
          <w:p w:rsidR="003C5C4E" w:rsidRDefault="003C5C4E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Hier ist Platz für eure Notizen:</w:t>
            </w:r>
          </w:p>
        </w:tc>
      </w:tr>
      <w:tr w:rsidR="003C5C4E" w:rsidTr="00FF5445">
        <w:trPr>
          <w:trHeight w:val="2386"/>
        </w:trPr>
        <w:tc>
          <w:tcPr>
            <w:tcW w:w="5670" w:type="dxa"/>
          </w:tcPr>
          <w:p w:rsidR="003C5C4E" w:rsidRDefault="00907B10" w:rsidP="00FF5445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88265</wp:posOffset>
                  </wp:positionH>
                  <wp:positionV relativeFrom="paragraph">
                    <wp:posOffset>121285</wp:posOffset>
                  </wp:positionV>
                  <wp:extent cx="3312160" cy="1552575"/>
                  <wp:effectExtent l="0" t="0" r="2540" b="9525"/>
                  <wp:wrapTight wrapText="bothSides">
                    <wp:wrapPolygon edited="0">
                      <wp:start x="0" y="0"/>
                      <wp:lineTo x="0" y="21467"/>
                      <wp:lineTo x="21492" y="21467"/>
                      <wp:lineTo x="21492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ellermann\Desktop\Promotion\Unterrichtseinheit\Bilder_Abschnitt 7\Strang3_ReifenSchieben_AB01bis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216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11" w:type="dxa"/>
          </w:tcPr>
          <w:p w:rsidR="003C5C4E" w:rsidRDefault="003C5C4E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</w:p>
        </w:tc>
      </w:tr>
    </w:tbl>
    <w:p w:rsidR="003C5C4E" w:rsidRDefault="003C5C4E" w:rsidP="00942046">
      <w:pPr>
        <w:pStyle w:val="Listenabsatz"/>
        <w:spacing w:after="0" w:line="240" w:lineRule="auto"/>
        <w:ind w:left="720"/>
        <w:jc w:val="both"/>
        <w:rPr>
          <w:rFonts w:eastAsiaTheme="minorEastAsia"/>
        </w:rPr>
      </w:pPr>
    </w:p>
    <w:p w:rsidR="00FF5445" w:rsidRDefault="00FF5445" w:rsidP="000831E4">
      <w:pPr>
        <w:pStyle w:val="Listenabsatz"/>
        <w:numPr>
          <w:ilvl w:val="0"/>
          <w:numId w:val="41"/>
        </w:num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Der </w:t>
      </w:r>
      <w:r w:rsidR="009B31B6">
        <w:rPr>
          <w:rFonts w:eastAsiaTheme="minorEastAsia"/>
        </w:rPr>
        <w:t xml:space="preserve">Sportler schiebt </w:t>
      </w:r>
      <w:r>
        <w:rPr>
          <w:rFonts w:eastAsiaTheme="minorEastAsia"/>
        </w:rPr>
        <w:t>den</w:t>
      </w:r>
      <w:r w:rsidR="009B31B6">
        <w:rPr>
          <w:rFonts w:eastAsiaTheme="minorEastAsia"/>
        </w:rPr>
        <w:t xml:space="preserve"> Reifen</w:t>
      </w:r>
      <w:r>
        <w:rPr>
          <w:rFonts w:eastAsiaTheme="minorEastAsia"/>
        </w:rPr>
        <w:t xml:space="preserve"> </w:t>
      </w:r>
      <w:r w:rsidR="00411D1A">
        <w:rPr>
          <w:rFonts w:eastAsiaTheme="minorEastAsia"/>
        </w:rPr>
        <w:t>mit konstantem Tempo</w:t>
      </w:r>
      <w:r w:rsidR="007E152E">
        <w:rPr>
          <w:rFonts w:eastAsiaTheme="minorEastAsia"/>
        </w:rPr>
        <w:t>.</w:t>
      </w:r>
    </w:p>
    <w:p w:rsidR="00FF5445" w:rsidRDefault="00FF5445" w:rsidP="00FF5445">
      <w:pPr>
        <w:pStyle w:val="Listenabsatz"/>
        <w:numPr>
          <w:ilvl w:val="0"/>
          <w:numId w:val="46"/>
        </w:num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Konstruiert die von dem Sportler auf den Reifen ausgeübte Kraft.</w:t>
      </w:r>
    </w:p>
    <w:p w:rsidR="009B31B6" w:rsidRDefault="00FF5445" w:rsidP="00FF5445">
      <w:pPr>
        <w:pStyle w:val="Listenabsatz"/>
        <w:numPr>
          <w:ilvl w:val="0"/>
          <w:numId w:val="46"/>
        </w:num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Bestimmt mit Hilfe der Tabelle, ob</w:t>
      </w:r>
      <w:r w:rsidR="009B31B6">
        <w:rPr>
          <w:rFonts w:eastAsiaTheme="minorEastAsia"/>
        </w:rPr>
        <w:t xml:space="preserve"> es sich um einen Profi</w:t>
      </w:r>
      <w:r>
        <w:rPr>
          <w:rFonts w:eastAsiaTheme="minorEastAsia"/>
        </w:rPr>
        <w:t xml:space="preserve"> handelt.</w:t>
      </w:r>
    </w:p>
    <w:tbl>
      <w:tblPr>
        <w:tblStyle w:val="Tabellenraster"/>
        <w:tblpPr w:leftFromText="141" w:rightFromText="141" w:vertAnchor="text" w:tblpXSpec="right" w:tblpY="1"/>
        <w:tblOverlap w:val="never"/>
        <w:tblW w:w="4241" w:type="dxa"/>
        <w:jc w:val="right"/>
        <w:tblLook w:val="04A0" w:firstRow="1" w:lastRow="0" w:firstColumn="1" w:lastColumn="0" w:noHBand="0" w:noVBand="1"/>
      </w:tblPr>
      <w:tblGrid>
        <w:gridCol w:w="1777"/>
        <w:gridCol w:w="2464"/>
      </w:tblGrid>
      <w:tr w:rsidR="009B31B6" w:rsidTr="00FF5445">
        <w:trPr>
          <w:jc w:val="right"/>
        </w:trPr>
        <w:tc>
          <w:tcPr>
            <w:tcW w:w="1454" w:type="dxa"/>
          </w:tcPr>
          <w:p w:rsidR="009B31B6" w:rsidRDefault="009B31B6" w:rsidP="00FF5445">
            <w:pPr>
              <w:pStyle w:val="Listenabsatz"/>
              <w:spacing w:line="240" w:lineRule="auto"/>
              <w:ind w:left="0"/>
              <w:jc w:val="both"/>
              <w:rPr>
                <w:rFonts w:eastAsiaTheme="minorEastAsia"/>
              </w:rPr>
            </w:pPr>
          </w:p>
        </w:tc>
        <w:tc>
          <w:tcPr>
            <w:tcW w:w="2787" w:type="dxa"/>
          </w:tcPr>
          <w:p w:rsidR="009B31B6" w:rsidRPr="009B31B6" w:rsidRDefault="00FF5445" w:rsidP="00FF5445">
            <w:pPr>
              <w:pStyle w:val="Listenabsatz"/>
              <w:spacing w:after="0" w:line="240" w:lineRule="auto"/>
              <w:ind w:left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Vom Sportler a</w:t>
            </w:r>
            <w:r w:rsidR="009B31B6" w:rsidRPr="009B31B6">
              <w:rPr>
                <w:rFonts w:eastAsiaTheme="minorEastAsia"/>
                <w:b/>
              </w:rPr>
              <w:t>uf Reifen ausgeübte Kraft</w:t>
            </w:r>
          </w:p>
        </w:tc>
      </w:tr>
      <w:tr w:rsidR="009B31B6" w:rsidTr="00FF5445">
        <w:trPr>
          <w:trHeight w:val="157"/>
          <w:jc w:val="right"/>
        </w:trPr>
        <w:tc>
          <w:tcPr>
            <w:tcW w:w="1454" w:type="dxa"/>
            <w:vAlign w:val="center"/>
          </w:tcPr>
          <w:p w:rsidR="009B31B6" w:rsidRDefault="009B31B6" w:rsidP="00FF5445">
            <w:pPr>
              <w:pStyle w:val="Listenabsatz"/>
              <w:spacing w:after="0" w:line="240" w:lineRule="auto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Profi</w:t>
            </w:r>
          </w:p>
        </w:tc>
        <w:tc>
          <w:tcPr>
            <w:tcW w:w="2787" w:type="dxa"/>
          </w:tcPr>
          <w:p w:rsidR="009B31B6" w:rsidRDefault="00BA1D0B" w:rsidP="00FF5445">
            <w:pPr>
              <w:pStyle w:val="Listenabsatz"/>
              <w:spacing w:after="0" w:line="240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</w:t>
            </w:r>
            <w:r w:rsidR="009B31B6">
              <w:rPr>
                <w:rFonts w:eastAsiaTheme="minorEastAsia"/>
              </w:rPr>
              <w:t xml:space="preserve">F </w:t>
            </w:r>
            <m:oMath>
              <m:r>
                <w:rPr>
                  <w:rFonts w:ascii="Cambria Math" w:eastAsiaTheme="minorEastAsia" w:hAnsi="Cambria Math"/>
                </w:rPr>
                <m:t>≥</m:t>
              </m:r>
            </m:oMath>
            <w:r w:rsidR="00F85246">
              <w:rPr>
                <w:rFonts w:eastAsiaTheme="minorEastAsia"/>
              </w:rPr>
              <w:t xml:space="preserve"> 1000</w:t>
            </w:r>
            <w:r w:rsidR="009B31B6">
              <w:rPr>
                <w:rFonts w:eastAsiaTheme="minorEastAsia"/>
              </w:rPr>
              <w:t> N</w:t>
            </w:r>
          </w:p>
        </w:tc>
      </w:tr>
      <w:tr w:rsidR="009620B9" w:rsidTr="00FF5445">
        <w:trPr>
          <w:jc w:val="right"/>
        </w:trPr>
        <w:tc>
          <w:tcPr>
            <w:tcW w:w="1454" w:type="dxa"/>
            <w:vAlign w:val="center"/>
          </w:tcPr>
          <w:p w:rsidR="009620B9" w:rsidRDefault="009620B9" w:rsidP="00FF5445">
            <w:pPr>
              <w:pStyle w:val="Listenabsatz"/>
              <w:spacing w:after="0" w:line="240" w:lineRule="auto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Fortgeschritten</w:t>
            </w:r>
            <w:r w:rsidR="00A3378C">
              <w:rPr>
                <w:rFonts w:eastAsiaTheme="minorEastAsia"/>
              </w:rPr>
              <w:t>er</w:t>
            </w:r>
          </w:p>
        </w:tc>
        <w:tc>
          <w:tcPr>
            <w:tcW w:w="2787" w:type="dxa"/>
          </w:tcPr>
          <w:p w:rsidR="009620B9" w:rsidRDefault="00BA1D0B" w:rsidP="00BA1D0B">
            <w:pPr>
              <w:pStyle w:val="Listenabsatz"/>
              <w:spacing w:after="0" w:line="240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500 N </w:t>
            </w:r>
            <m:oMath>
              <m:r>
                <w:rPr>
                  <w:rFonts w:ascii="Cambria Math" w:eastAsiaTheme="minorEastAsia" w:hAnsi="Cambria Math"/>
                </w:rPr>
                <m:t>≤</m:t>
              </m:r>
            </m:oMath>
            <w:r>
              <w:rPr>
                <w:rFonts w:eastAsiaTheme="minorEastAsia"/>
              </w:rPr>
              <w:t xml:space="preserve"> </w:t>
            </w:r>
            <w:r w:rsidR="009620B9">
              <w:rPr>
                <w:rFonts w:eastAsiaTheme="minorEastAsia"/>
              </w:rPr>
              <w:t xml:space="preserve">F </w:t>
            </w:r>
            <m:oMath>
              <m:r>
                <w:rPr>
                  <w:rFonts w:ascii="Cambria Math" w:eastAsiaTheme="minorEastAsia" w:hAnsi="Cambria Math"/>
                </w:rPr>
                <m:t>&lt;</m:t>
              </m:r>
            </m:oMath>
            <w:r w:rsidR="009620B9">
              <w:rPr>
                <w:rFonts w:eastAsiaTheme="minorEastAsia"/>
              </w:rPr>
              <w:t xml:space="preserve"> 1000 N</w:t>
            </w:r>
          </w:p>
        </w:tc>
      </w:tr>
      <w:tr w:rsidR="009B31B6" w:rsidTr="00FF5445">
        <w:trPr>
          <w:jc w:val="right"/>
        </w:trPr>
        <w:tc>
          <w:tcPr>
            <w:tcW w:w="1454" w:type="dxa"/>
            <w:vAlign w:val="center"/>
          </w:tcPr>
          <w:p w:rsidR="009B31B6" w:rsidRDefault="009B31B6" w:rsidP="00FF5445">
            <w:pPr>
              <w:pStyle w:val="Listenabsatz"/>
              <w:spacing w:after="0" w:line="240" w:lineRule="auto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Anfänger</w:t>
            </w:r>
          </w:p>
        </w:tc>
        <w:tc>
          <w:tcPr>
            <w:tcW w:w="2787" w:type="dxa"/>
          </w:tcPr>
          <w:p w:rsidR="009B31B6" w:rsidRDefault="00BA1D0B" w:rsidP="00FF5445">
            <w:pPr>
              <w:pStyle w:val="Listenabsatz"/>
              <w:spacing w:after="0" w:line="240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</w:t>
            </w:r>
            <w:r w:rsidR="009B31B6">
              <w:rPr>
                <w:rFonts w:eastAsiaTheme="minorEastAsia"/>
              </w:rPr>
              <w:t xml:space="preserve">F </w:t>
            </w:r>
            <m:oMath>
              <m:r>
                <w:rPr>
                  <w:rFonts w:ascii="Cambria Math" w:eastAsiaTheme="minorEastAsia" w:hAnsi="Cambria Math"/>
                </w:rPr>
                <m:t>&lt;</m:t>
              </m:r>
            </m:oMath>
            <w:r w:rsidR="009620B9">
              <w:rPr>
                <w:rFonts w:eastAsiaTheme="minorEastAsia"/>
              </w:rPr>
              <w:t xml:space="preserve"> 5</w:t>
            </w:r>
            <w:r w:rsidR="00F85246">
              <w:rPr>
                <w:rFonts w:eastAsiaTheme="minorEastAsia"/>
              </w:rPr>
              <w:t>00</w:t>
            </w:r>
            <w:r w:rsidR="009B31B6">
              <w:rPr>
                <w:rFonts w:eastAsiaTheme="minorEastAsia"/>
              </w:rPr>
              <w:t> N</w:t>
            </w:r>
          </w:p>
        </w:tc>
      </w:tr>
    </w:tbl>
    <w:p w:rsidR="009B31B6" w:rsidRDefault="009B31B6" w:rsidP="009B31B6">
      <w:pPr>
        <w:pStyle w:val="Listenabsatz"/>
        <w:spacing w:line="240" w:lineRule="auto"/>
        <w:ind w:left="720"/>
        <w:jc w:val="both"/>
        <w:rPr>
          <w:rFonts w:eastAsiaTheme="minorEastAsia"/>
          <w:sz w:val="8"/>
          <w:szCs w:val="8"/>
        </w:rPr>
      </w:pPr>
    </w:p>
    <w:p w:rsidR="00FF5445" w:rsidRDefault="00FF5445" w:rsidP="009B31B6">
      <w:pPr>
        <w:pStyle w:val="Listenabsatz"/>
        <w:spacing w:line="240" w:lineRule="auto"/>
        <w:ind w:left="720"/>
        <w:jc w:val="both"/>
        <w:rPr>
          <w:rFonts w:eastAsiaTheme="minorEastAsia"/>
          <w:sz w:val="8"/>
          <w:szCs w:val="8"/>
        </w:rPr>
      </w:pPr>
    </w:p>
    <w:p w:rsidR="00FF5445" w:rsidRDefault="00FF5445" w:rsidP="009B31B6">
      <w:pPr>
        <w:pStyle w:val="Listenabsatz"/>
        <w:spacing w:line="240" w:lineRule="auto"/>
        <w:ind w:left="720"/>
        <w:jc w:val="both"/>
        <w:rPr>
          <w:rFonts w:eastAsiaTheme="minorEastAsia"/>
          <w:sz w:val="8"/>
          <w:szCs w:val="8"/>
        </w:rPr>
      </w:pPr>
    </w:p>
    <w:p w:rsidR="00FF5445" w:rsidRDefault="00FF5445" w:rsidP="009B31B6">
      <w:pPr>
        <w:pStyle w:val="Listenabsatz"/>
        <w:spacing w:line="240" w:lineRule="auto"/>
        <w:ind w:left="720"/>
        <w:jc w:val="both"/>
        <w:rPr>
          <w:rFonts w:eastAsiaTheme="minorEastAsia"/>
          <w:sz w:val="8"/>
          <w:szCs w:val="8"/>
        </w:rPr>
      </w:pPr>
    </w:p>
    <w:p w:rsidR="00FF5445" w:rsidRPr="009B31B6" w:rsidRDefault="00FF5445" w:rsidP="009B31B6">
      <w:pPr>
        <w:pStyle w:val="Listenabsatz"/>
        <w:spacing w:line="240" w:lineRule="auto"/>
        <w:ind w:left="720"/>
        <w:jc w:val="both"/>
        <w:rPr>
          <w:rFonts w:eastAsiaTheme="minorEastAsia"/>
          <w:sz w:val="8"/>
          <w:szCs w:val="8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5706"/>
        <w:gridCol w:w="4210"/>
      </w:tblGrid>
      <w:tr w:rsidR="009B31B6" w:rsidTr="009B31B6">
        <w:tc>
          <w:tcPr>
            <w:tcW w:w="5670" w:type="dxa"/>
          </w:tcPr>
          <w:p w:rsidR="009B31B6" w:rsidRDefault="009B31B6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</w:p>
        </w:tc>
        <w:tc>
          <w:tcPr>
            <w:tcW w:w="4246" w:type="dxa"/>
          </w:tcPr>
          <w:p w:rsidR="009B31B6" w:rsidRDefault="009B31B6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Hier ist Platz für eure Notizen:</w:t>
            </w:r>
          </w:p>
        </w:tc>
      </w:tr>
      <w:tr w:rsidR="009B31B6" w:rsidTr="009B31B6">
        <w:trPr>
          <w:trHeight w:val="2285"/>
        </w:trPr>
        <w:tc>
          <w:tcPr>
            <w:tcW w:w="5670" w:type="dxa"/>
          </w:tcPr>
          <w:p w:rsidR="009B31B6" w:rsidRDefault="009B31B6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(1 cm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=</m:t>
                  </m:r>
                </m:e>
              </m:acc>
            </m:oMath>
            <w:r w:rsidR="00F85246">
              <w:rPr>
                <w:rFonts w:eastAsiaTheme="minorEastAsia"/>
              </w:rPr>
              <w:t xml:space="preserve"> 750</w:t>
            </w:r>
            <w:r>
              <w:rPr>
                <w:rFonts w:eastAsiaTheme="minorEastAsia"/>
              </w:rPr>
              <w:t> N)</w:t>
            </w:r>
          </w:p>
          <w:p w:rsidR="009B31B6" w:rsidRDefault="00BA1D0B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noProof/>
                <w:lang w:eastAsia="de-DE"/>
              </w:rPr>
              <w:drawing>
                <wp:inline distT="0" distB="0" distL="0" distR="0">
                  <wp:extent cx="3486150" cy="155245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Woellermann\Desktop\Promotion\Unterrichtseinheit\Bilder_Abschnitt 7\Strang3_ReifenSchieben_AB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0" cy="1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6" w:type="dxa"/>
          </w:tcPr>
          <w:p w:rsidR="009B31B6" w:rsidRDefault="009B31B6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  <w:bookmarkStart w:id="0" w:name="_GoBack"/>
            <w:bookmarkEnd w:id="0"/>
          </w:p>
        </w:tc>
      </w:tr>
    </w:tbl>
    <w:p w:rsidR="00754B17" w:rsidRPr="000831E4" w:rsidRDefault="00754B17" w:rsidP="000831E4">
      <w:pPr>
        <w:spacing w:after="0" w:line="240" w:lineRule="auto"/>
        <w:jc w:val="both"/>
        <w:rPr>
          <w:rFonts w:eastAsiaTheme="minorEastAsia"/>
          <w:color w:val="FF0000"/>
        </w:rPr>
      </w:pPr>
    </w:p>
    <w:sectPr w:rsidR="00754B17" w:rsidRPr="000831E4" w:rsidSect="004A5249">
      <w:type w:val="continuous"/>
      <w:pgSz w:w="11906" w:h="16838"/>
      <w:pgMar w:top="851" w:right="851" w:bottom="567" w:left="1134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76043"/>
    <w:multiLevelType w:val="hybridMultilevel"/>
    <w:tmpl w:val="C49E7BB8"/>
    <w:lvl w:ilvl="0" w:tplc="5DAA9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90AF4"/>
    <w:multiLevelType w:val="hybridMultilevel"/>
    <w:tmpl w:val="A5A2BA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4757C"/>
    <w:multiLevelType w:val="hybridMultilevel"/>
    <w:tmpl w:val="FF84F0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62C46"/>
    <w:multiLevelType w:val="hybridMultilevel"/>
    <w:tmpl w:val="ED6A8E9C"/>
    <w:lvl w:ilvl="0" w:tplc="6EBC9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C3167D"/>
    <w:multiLevelType w:val="hybridMultilevel"/>
    <w:tmpl w:val="AF18CBB4"/>
    <w:lvl w:ilvl="0" w:tplc="167E3D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4F5A2A"/>
    <w:multiLevelType w:val="hybridMultilevel"/>
    <w:tmpl w:val="0598DF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0EDC"/>
    <w:multiLevelType w:val="hybridMultilevel"/>
    <w:tmpl w:val="6AC803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E340E"/>
    <w:multiLevelType w:val="hybridMultilevel"/>
    <w:tmpl w:val="7AC2F4B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40CB6"/>
    <w:multiLevelType w:val="hybridMultilevel"/>
    <w:tmpl w:val="62827D12"/>
    <w:lvl w:ilvl="0" w:tplc="967A6C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DA3737"/>
    <w:multiLevelType w:val="hybridMultilevel"/>
    <w:tmpl w:val="C17E7288"/>
    <w:lvl w:ilvl="0" w:tplc="7FB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353F3"/>
    <w:multiLevelType w:val="hybridMultilevel"/>
    <w:tmpl w:val="B2A29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34249"/>
    <w:multiLevelType w:val="hybridMultilevel"/>
    <w:tmpl w:val="DCBCB294"/>
    <w:lvl w:ilvl="0" w:tplc="EC52BF64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2" w15:restartNumberingAfterBreak="0">
    <w:nsid w:val="2D8C044D"/>
    <w:multiLevelType w:val="hybridMultilevel"/>
    <w:tmpl w:val="E9FA9BD8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0DD5B78"/>
    <w:multiLevelType w:val="hybridMultilevel"/>
    <w:tmpl w:val="E27424A6"/>
    <w:lvl w:ilvl="0" w:tplc="0BB801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B7B94"/>
    <w:multiLevelType w:val="hybridMultilevel"/>
    <w:tmpl w:val="A344F1A0"/>
    <w:lvl w:ilvl="0" w:tplc="0BB801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A402F"/>
    <w:multiLevelType w:val="hybridMultilevel"/>
    <w:tmpl w:val="E8A0C716"/>
    <w:lvl w:ilvl="0" w:tplc="76A4E6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A0E6747"/>
    <w:multiLevelType w:val="hybridMultilevel"/>
    <w:tmpl w:val="C20A7302"/>
    <w:lvl w:ilvl="0" w:tplc="EDFC907E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7" w15:restartNumberingAfterBreak="0">
    <w:nsid w:val="3A6854F2"/>
    <w:multiLevelType w:val="hybridMultilevel"/>
    <w:tmpl w:val="AB045B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86A7B"/>
    <w:multiLevelType w:val="hybridMultilevel"/>
    <w:tmpl w:val="54DE48F4"/>
    <w:lvl w:ilvl="0" w:tplc="0BB801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C47AE7"/>
    <w:multiLevelType w:val="hybridMultilevel"/>
    <w:tmpl w:val="9EB62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D3887"/>
    <w:multiLevelType w:val="hybridMultilevel"/>
    <w:tmpl w:val="3E22EA1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731F53"/>
    <w:multiLevelType w:val="hybridMultilevel"/>
    <w:tmpl w:val="DDD84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080273"/>
    <w:multiLevelType w:val="hybridMultilevel"/>
    <w:tmpl w:val="B43E4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600C6"/>
    <w:multiLevelType w:val="hybridMultilevel"/>
    <w:tmpl w:val="BC2A1A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F26762"/>
    <w:multiLevelType w:val="hybridMultilevel"/>
    <w:tmpl w:val="88AC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24821"/>
    <w:multiLevelType w:val="hybridMultilevel"/>
    <w:tmpl w:val="7CE85EC2"/>
    <w:lvl w:ilvl="0" w:tplc="2A06B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550D82"/>
    <w:multiLevelType w:val="hybridMultilevel"/>
    <w:tmpl w:val="C4D0FF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01421E"/>
    <w:multiLevelType w:val="hybridMultilevel"/>
    <w:tmpl w:val="5966F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3B4B81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9" w15:restartNumberingAfterBreak="0">
    <w:nsid w:val="58550FE5"/>
    <w:multiLevelType w:val="hybridMultilevel"/>
    <w:tmpl w:val="540A851C"/>
    <w:lvl w:ilvl="0" w:tplc="1B18E382">
      <w:start w:val="5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D28B4"/>
    <w:multiLevelType w:val="hybridMultilevel"/>
    <w:tmpl w:val="6D1C5502"/>
    <w:lvl w:ilvl="0" w:tplc="B37C4EC6">
      <w:start w:val="1"/>
      <w:numFmt w:val="lowerLetter"/>
      <w:lvlText w:val="%1)"/>
      <w:lvlJc w:val="left"/>
      <w:pPr>
        <w:ind w:left="18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440" w:hanging="360"/>
      </w:pPr>
    </w:lvl>
    <w:lvl w:ilvl="2" w:tplc="0407001B" w:tentative="1">
      <w:start w:val="1"/>
      <w:numFmt w:val="lowerRoman"/>
      <w:lvlText w:val="%3."/>
      <w:lvlJc w:val="right"/>
      <w:pPr>
        <w:ind w:left="20160" w:hanging="180"/>
      </w:pPr>
    </w:lvl>
    <w:lvl w:ilvl="3" w:tplc="0407000F" w:tentative="1">
      <w:start w:val="1"/>
      <w:numFmt w:val="decimal"/>
      <w:lvlText w:val="%4."/>
      <w:lvlJc w:val="left"/>
      <w:pPr>
        <w:ind w:left="20880" w:hanging="360"/>
      </w:pPr>
    </w:lvl>
    <w:lvl w:ilvl="4" w:tplc="04070019" w:tentative="1">
      <w:start w:val="1"/>
      <w:numFmt w:val="lowerLetter"/>
      <w:lvlText w:val="%5."/>
      <w:lvlJc w:val="left"/>
      <w:pPr>
        <w:ind w:left="21600" w:hanging="360"/>
      </w:pPr>
    </w:lvl>
    <w:lvl w:ilvl="5" w:tplc="0407001B" w:tentative="1">
      <w:start w:val="1"/>
      <w:numFmt w:val="lowerRoman"/>
      <w:lvlText w:val="%6."/>
      <w:lvlJc w:val="right"/>
      <w:pPr>
        <w:ind w:left="22320" w:hanging="180"/>
      </w:pPr>
    </w:lvl>
    <w:lvl w:ilvl="6" w:tplc="0407000F" w:tentative="1">
      <w:start w:val="1"/>
      <w:numFmt w:val="decimal"/>
      <w:lvlText w:val="%7."/>
      <w:lvlJc w:val="left"/>
      <w:pPr>
        <w:ind w:left="23040" w:hanging="360"/>
      </w:pPr>
    </w:lvl>
    <w:lvl w:ilvl="7" w:tplc="04070019" w:tentative="1">
      <w:start w:val="1"/>
      <w:numFmt w:val="lowerLetter"/>
      <w:lvlText w:val="%8."/>
      <w:lvlJc w:val="left"/>
      <w:pPr>
        <w:ind w:left="23760" w:hanging="360"/>
      </w:pPr>
    </w:lvl>
    <w:lvl w:ilvl="8" w:tplc="0407001B" w:tentative="1">
      <w:start w:val="1"/>
      <w:numFmt w:val="lowerRoman"/>
      <w:lvlText w:val="%9."/>
      <w:lvlJc w:val="right"/>
      <w:pPr>
        <w:ind w:left="24480" w:hanging="180"/>
      </w:pPr>
    </w:lvl>
  </w:abstractNum>
  <w:abstractNum w:abstractNumId="31" w15:restartNumberingAfterBreak="0">
    <w:nsid w:val="5B8F4546"/>
    <w:multiLevelType w:val="hybridMultilevel"/>
    <w:tmpl w:val="970A03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E0D6734"/>
    <w:multiLevelType w:val="hybridMultilevel"/>
    <w:tmpl w:val="F27E79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60538"/>
    <w:multiLevelType w:val="hybridMultilevel"/>
    <w:tmpl w:val="E586D5CC"/>
    <w:lvl w:ilvl="0" w:tplc="781C2C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592D92"/>
    <w:multiLevelType w:val="hybridMultilevel"/>
    <w:tmpl w:val="8392F820"/>
    <w:lvl w:ilvl="0" w:tplc="1CE4D3F8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5" w15:restartNumberingAfterBreak="0">
    <w:nsid w:val="62B61E6C"/>
    <w:multiLevelType w:val="hybridMultilevel"/>
    <w:tmpl w:val="38022A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6C0316"/>
    <w:multiLevelType w:val="hybridMultilevel"/>
    <w:tmpl w:val="364ED3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1306EF"/>
    <w:multiLevelType w:val="hybridMultilevel"/>
    <w:tmpl w:val="DB4EF92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C4DD1"/>
    <w:multiLevelType w:val="hybridMultilevel"/>
    <w:tmpl w:val="3D8223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741AFA"/>
    <w:multiLevelType w:val="hybridMultilevel"/>
    <w:tmpl w:val="4C7C9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E2D8D"/>
    <w:multiLevelType w:val="hybridMultilevel"/>
    <w:tmpl w:val="431CF2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C57F3A"/>
    <w:multiLevelType w:val="hybridMultilevel"/>
    <w:tmpl w:val="DBEA2D42"/>
    <w:lvl w:ilvl="0" w:tplc="78327C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1B6368C"/>
    <w:multiLevelType w:val="hybridMultilevel"/>
    <w:tmpl w:val="CC2A1B1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57465"/>
    <w:multiLevelType w:val="hybridMultilevel"/>
    <w:tmpl w:val="4D74BED2"/>
    <w:lvl w:ilvl="0" w:tplc="0407000F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44" w15:restartNumberingAfterBreak="0">
    <w:nsid w:val="7D835590"/>
    <w:multiLevelType w:val="hybridMultilevel"/>
    <w:tmpl w:val="BC36EF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5902A3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num w:numId="1">
    <w:abstractNumId w:val="17"/>
  </w:num>
  <w:num w:numId="2">
    <w:abstractNumId w:val="35"/>
  </w:num>
  <w:num w:numId="3">
    <w:abstractNumId w:val="37"/>
  </w:num>
  <w:num w:numId="4">
    <w:abstractNumId w:val="41"/>
  </w:num>
  <w:num w:numId="5">
    <w:abstractNumId w:val="2"/>
  </w:num>
  <w:num w:numId="6">
    <w:abstractNumId w:val="9"/>
  </w:num>
  <w:num w:numId="7">
    <w:abstractNumId w:val="23"/>
  </w:num>
  <w:num w:numId="8">
    <w:abstractNumId w:val="21"/>
  </w:num>
  <w:num w:numId="9">
    <w:abstractNumId w:val="38"/>
  </w:num>
  <w:num w:numId="10">
    <w:abstractNumId w:val="42"/>
  </w:num>
  <w:num w:numId="11">
    <w:abstractNumId w:val="36"/>
  </w:num>
  <w:num w:numId="12">
    <w:abstractNumId w:val="22"/>
  </w:num>
  <w:num w:numId="13">
    <w:abstractNumId w:val="0"/>
  </w:num>
  <w:num w:numId="14">
    <w:abstractNumId w:val="4"/>
  </w:num>
  <w:num w:numId="15">
    <w:abstractNumId w:val="3"/>
  </w:num>
  <w:num w:numId="16">
    <w:abstractNumId w:val="29"/>
  </w:num>
  <w:num w:numId="17">
    <w:abstractNumId w:val="1"/>
  </w:num>
  <w:num w:numId="18">
    <w:abstractNumId w:val="12"/>
  </w:num>
  <w:num w:numId="19">
    <w:abstractNumId w:val="20"/>
  </w:num>
  <w:num w:numId="20">
    <w:abstractNumId w:val="27"/>
  </w:num>
  <w:num w:numId="21">
    <w:abstractNumId w:val="26"/>
  </w:num>
  <w:num w:numId="22">
    <w:abstractNumId w:val="15"/>
  </w:num>
  <w:num w:numId="23">
    <w:abstractNumId w:val="30"/>
  </w:num>
  <w:num w:numId="24">
    <w:abstractNumId w:val="33"/>
  </w:num>
  <w:num w:numId="25">
    <w:abstractNumId w:val="44"/>
  </w:num>
  <w:num w:numId="26">
    <w:abstractNumId w:val="5"/>
  </w:num>
  <w:num w:numId="27">
    <w:abstractNumId w:val="6"/>
  </w:num>
  <w:num w:numId="28">
    <w:abstractNumId w:val="39"/>
  </w:num>
  <w:num w:numId="29">
    <w:abstractNumId w:val="24"/>
  </w:num>
  <w:num w:numId="30">
    <w:abstractNumId w:val="40"/>
  </w:num>
  <w:num w:numId="31">
    <w:abstractNumId w:val="19"/>
  </w:num>
  <w:num w:numId="32">
    <w:abstractNumId w:val="10"/>
  </w:num>
  <w:num w:numId="33">
    <w:abstractNumId w:val="31"/>
  </w:num>
  <w:num w:numId="34">
    <w:abstractNumId w:val="43"/>
  </w:num>
  <w:num w:numId="35">
    <w:abstractNumId w:val="7"/>
  </w:num>
  <w:num w:numId="36">
    <w:abstractNumId w:val="16"/>
  </w:num>
  <w:num w:numId="37">
    <w:abstractNumId w:val="28"/>
  </w:num>
  <w:num w:numId="38">
    <w:abstractNumId w:val="11"/>
  </w:num>
  <w:num w:numId="39">
    <w:abstractNumId w:val="34"/>
  </w:num>
  <w:num w:numId="40">
    <w:abstractNumId w:val="45"/>
  </w:num>
  <w:num w:numId="41">
    <w:abstractNumId w:val="13"/>
  </w:num>
  <w:num w:numId="42">
    <w:abstractNumId w:val="25"/>
  </w:num>
  <w:num w:numId="43">
    <w:abstractNumId w:val="32"/>
  </w:num>
  <w:num w:numId="44">
    <w:abstractNumId w:val="18"/>
  </w:num>
  <w:num w:numId="45">
    <w:abstractNumId w:val="14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defaultTabStop w:val="708"/>
  <w:consecutiveHyphenLimit w:val="2"/>
  <w:hyphenationZone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B7"/>
    <w:rsid w:val="00000B25"/>
    <w:rsid w:val="000075D2"/>
    <w:rsid w:val="00021E1D"/>
    <w:rsid w:val="00024AB2"/>
    <w:rsid w:val="0003148E"/>
    <w:rsid w:val="00033C38"/>
    <w:rsid w:val="000344D1"/>
    <w:rsid w:val="00036453"/>
    <w:rsid w:val="000405A5"/>
    <w:rsid w:val="00056319"/>
    <w:rsid w:val="00056DF9"/>
    <w:rsid w:val="000831E4"/>
    <w:rsid w:val="00083B32"/>
    <w:rsid w:val="00085057"/>
    <w:rsid w:val="00085E06"/>
    <w:rsid w:val="00085E1C"/>
    <w:rsid w:val="00087F16"/>
    <w:rsid w:val="000A4820"/>
    <w:rsid w:val="000B4CCF"/>
    <w:rsid w:val="000B5B51"/>
    <w:rsid w:val="000F75B8"/>
    <w:rsid w:val="001015D3"/>
    <w:rsid w:val="00106A3B"/>
    <w:rsid w:val="00115858"/>
    <w:rsid w:val="001240D6"/>
    <w:rsid w:val="001344CD"/>
    <w:rsid w:val="001366DD"/>
    <w:rsid w:val="00137513"/>
    <w:rsid w:val="00140669"/>
    <w:rsid w:val="00165C83"/>
    <w:rsid w:val="0016760E"/>
    <w:rsid w:val="00181C72"/>
    <w:rsid w:val="0018292F"/>
    <w:rsid w:val="00187FF5"/>
    <w:rsid w:val="00196986"/>
    <w:rsid w:val="001A4AB2"/>
    <w:rsid w:val="001B3FA6"/>
    <w:rsid w:val="001D15C2"/>
    <w:rsid w:val="001D7FE8"/>
    <w:rsid w:val="001E3BFB"/>
    <w:rsid w:val="001F4A63"/>
    <w:rsid w:val="001F5BB6"/>
    <w:rsid w:val="001F634D"/>
    <w:rsid w:val="00221A00"/>
    <w:rsid w:val="002251F3"/>
    <w:rsid w:val="002366CF"/>
    <w:rsid w:val="002434A1"/>
    <w:rsid w:val="00246E64"/>
    <w:rsid w:val="002547F6"/>
    <w:rsid w:val="002643A2"/>
    <w:rsid w:val="0029207E"/>
    <w:rsid w:val="00292353"/>
    <w:rsid w:val="00297136"/>
    <w:rsid w:val="002972D8"/>
    <w:rsid w:val="002A6832"/>
    <w:rsid w:val="002B5DC1"/>
    <w:rsid w:val="002B6695"/>
    <w:rsid w:val="002D5F55"/>
    <w:rsid w:val="002E669C"/>
    <w:rsid w:val="002F0454"/>
    <w:rsid w:val="00330208"/>
    <w:rsid w:val="003375C5"/>
    <w:rsid w:val="00343979"/>
    <w:rsid w:val="0035439A"/>
    <w:rsid w:val="00363669"/>
    <w:rsid w:val="00370BDC"/>
    <w:rsid w:val="00385A0F"/>
    <w:rsid w:val="00392904"/>
    <w:rsid w:val="003B3EB3"/>
    <w:rsid w:val="003C00D0"/>
    <w:rsid w:val="003C5C4E"/>
    <w:rsid w:val="003E0DA1"/>
    <w:rsid w:val="003E65F6"/>
    <w:rsid w:val="0040210A"/>
    <w:rsid w:val="00411D1A"/>
    <w:rsid w:val="00417ADF"/>
    <w:rsid w:val="004401B2"/>
    <w:rsid w:val="0046196D"/>
    <w:rsid w:val="0046795A"/>
    <w:rsid w:val="00494AC3"/>
    <w:rsid w:val="004A5249"/>
    <w:rsid w:val="004A5BA7"/>
    <w:rsid w:val="004A7304"/>
    <w:rsid w:val="004C0088"/>
    <w:rsid w:val="004C7E0B"/>
    <w:rsid w:val="004D2622"/>
    <w:rsid w:val="004D7AA6"/>
    <w:rsid w:val="004E07EC"/>
    <w:rsid w:val="004F66D2"/>
    <w:rsid w:val="00505F36"/>
    <w:rsid w:val="0050751E"/>
    <w:rsid w:val="0053279C"/>
    <w:rsid w:val="0053280C"/>
    <w:rsid w:val="00536ABD"/>
    <w:rsid w:val="005516A6"/>
    <w:rsid w:val="00553BA5"/>
    <w:rsid w:val="00553DBF"/>
    <w:rsid w:val="00556997"/>
    <w:rsid w:val="00560320"/>
    <w:rsid w:val="0056158F"/>
    <w:rsid w:val="0056638D"/>
    <w:rsid w:val="00576D07"/>
    <w:rsid w:val="00586A44"/>
    <w:rsid w:val="00593B89"/>
    <w:rsid w:val="005A0636"/>
    <w:rsid w:val="005A0ECB"/>
    <w:rsid w:val="005A5158"/>
    <w:rsid w:val="005D1E0E"/>
    <w:rsid w:val="005F00A4"/>
    <w:rsid w:val="00600141"/>
    <w:rsid w:val="00613F0D"/>
    <w:rsid w:val="0062613B"/>
    <w:rsid w:val="00627C43"/>
    <w:rsid w:val="00632C24"/>
    <w:rsid w:val="006338FA"/>
    <w:rsid w:val="006357F0"/>
    <w:rsid w:val="00642585"/>
    <w:rsid w:val="0064768E"/>
    <w:rsid w:val="00654B33"/>
    <w:rsid w:val="0067688F"/>
    <w:rsid w:val="00677976"/>
    <w:rsid w:val="006827F7"/>
    <w:rsid w:val="006A077D"/>
    <w:rsid w:val="006B1FEC"/>
    <w:rsid w:val="006D4E87"/>
    <w:rsid w:val="006E2A89"/>
    <w:rsid w:val="006E5FDB"/>
    <w:rsid w:val="00707D02"/>
    <w:rsid w:val="00710E46"/>
    <w:rsid w:val="007128FE"/>
    <w:rsid w:val="00712E4A"/>
    <w:rsid w:val="007308EF"/>
    <w:rsid w:val="00751497"/>
    <w:rsid w:val="0075174B"/>
    <w:rsid w:val="00754B17"/>
    <w:rsid w:val="007608E8"/>
    <w:rsid w:val="00760C27"/>
    <w:rsid w:val="00785090"/>
    <w:rsid w:val="007A7FF1"/>
    <w:rsid w:val="007C7C23"/>
    <w:rsid w:val="007D6DBD"/>
    <w:rsid w:val="007E014C"/>
    <w:rsid w:val="007E152E"/>
    <w:rsid w:val="007E69BD"/>
    <w:rsid w:val="0080797C"/>
    <w:rsid w:val="00810D7D"/>
    <w:rsid w:val="008252B7"/>
    <w:rsid w:val="008372F2"/>
    <w:rsid w:val="00857BA5"/>
    <w:rsid w:val="00871287"/>
    <w:rsid w:val="00873A81"/>
    <w:rsid w:val="0088210A"/>
    <w:rsid w:val="0088263B"/>
    <w:rsid w:val="00895ABC"/>
    <w:rsid w:val="008A3D7E"/>
    <w:rsid w:val="008A3F91"/>
    <w:rsid w:val="008C159B"/>
    <w:rsid w:val="008C68CD"/>
    <w:rsid w:val="008D4BC1"/>
    <w:rsid w:val="008D4E89"/>
    <w:rsid w:val="008E3511"/>
    <w:rsid w:val="008E4159"/>
    <w:rsid w:val="008E609F"/>
    <w:rsid w:val="008E6FD1"/>
    <w:rsid w:val="008F4B78"/>
    <w:rsid w:val="008F711C"/>
    <w:rsid w:val="009054B7"/>
    <w:rsid w:val="00907B10"/>
    <w:rsid w:val="009324F5"/>
    <w:rsid w:val="0093519D"/>
    <w:rsid w:val="00942046"/>
    <w:rsid w:val="00961AFC"/>
    <w:rsid w:val="009620B9"/>
    <w:rsid w:val="009705E3"/>
    <w:rsid w:val="00983B90"/>
    <w:rsid w:val="009875D8"/>
    <w:rsid w:val="00990B2B"/>
    <w:rsid w:val="009941C1"/>
    <w:rsid w:val="009A6ACB"/>
    <w:rsid w:val="009B31B6"/>
    <w:rsid w:val="009E6C7C"/>
    <w:rsid w:val="009F7A6A"/>
    <w:rsid w:val="00A0083B"/>
    <w:rsid w:val="00A019DE"/>
    <w:rsid w:val="00A12534"/>
    <w:rsid w:val="00A24375"/>
    <w:rsid w:val="00A32652"/>
    <w:rsid w:val="00A3378C"/>
    <w:rsid w:val="00A413D4"/>
    <w:rsid w:val="00A55C65"/>
    <w:rsid w:val="00A6034A"/>
    <w:rsid w:val="00A61E69"/>
    <w:rsid w:val="00A64C3B"/>
    <w:rsid w:val="00A657D2"/>
    <w:rsid w:val="00A7168E"/>
    <w:rsid w:val="00A84691"/>
    <w:rsid w:val="00AA5188"/>
    <w:rsid w:val="00AB67BE"/>
    <w:rsid w:val="00AF7ECE"/>
    <w:rsid w:val="00B055B6"/>
    <w:rsid w:val="00B16F9F"/>
    <w:rsid w:val="00B1725C"/>
    <w:rsid w:val="00B50703"/>
    <w:rsid w:val="00B51BB9"/>
    <w:rsid w:val="00B71DA8"/>
    <w:rsid w:val="00B75CC9"/>
    <w:rsid w:val="00B80722"/>
    <w:rsid w:val="00B834AB"/>
    <w:rsid w:val="00BA1D0B"/>
    <w:rsid w:val="00BC3A5D"/>
    <w:rsid w:val="00BD01D8"/>
    <w:rsid w:val="00BD359C"/>
    <w:rsid w:val="00BD37C7"/>
    <w:rsid w:val="00BE2DB2"/>
    <w:rsid w:val="00BE3BFE"/>
    <w:rsid w:val="00BE60DA"/>
    <w:rsid w:val="00C02D18"/>
    <w:rsid w:val="00C121E8"/>
    <w:rsid w:val="00C23F6D"/>
    <w:rsid w:val="00C27370"/>
    <w:rsid w:val="00C325FF"/>
    <w:rsid w:val="00C36217"/>
    <w:rsid w:val="00C45905"/>
    <w:rsid w:val="00C46322"/>
    <w:rsid w:val="00C5046D"/>
    <w:rsid w:val="00C85B9E"/>
    <w:rsid w:val="00CB26A8"/>
    <w:rsid w:val="00CB66AD"/>
    <w:rsid w:val="00CC0FDC"/>
    <w:rsid w:val="00CD55E3"/>
    <w:rsid w:val="00CE68D2"/>
    <w:rsid w:val="00CF12BB"/>
    <w:rsid w:val="00CF30A6"/>
    <w:rsid w:val="00CF640A"/>
    <w:rsid w:val="00D24A16"/>
    <w:rsid w:val="00D313B6"/>
    <w:rsid w:val="00D360E4"/>
    <w:rsid w:val="00D541CF"/>
    <w:rsid w:val="00D719F6"/>
    <w:rsid w:val="00D830DE"/>
    <w:rsid w:val="00D87C0E"/>
    <w:rsid w:val="00DA4223"/>
    <w:rsid w:val="00DA58EF"/>
    <w:rsid w:val="00DD58DA"/>
    <w:rsid w:val="00DE5579"/>
    <w:rsid w:val="00DE598A"/>
    <w:rsid w:val="00DF2B45"/>
    <w:rsid w:val="00E02201"/>
    <w:rsid w:val="00E16CB9"/>
    <w:rsid w:val="00E22E76"/>
    <w:rsid w:val="00E274A5"/>
    <w:rsid w:val="00E30C19"/>
    <w:rsid w:val="00E42668"/>
    <w:rsid w:val="00E528C2"/>
    <w:rsid w:val="00E53AB5"/>
    <w:rsid w:val="00E75397"/>
    <w:rsid w:val="00E85B0B"/>
    <w:rsid w:val="00E97248"/>
    <w:rsid w:val="00EB01D2"/>
    <w:rsid w:val="00EB51D4"/>
    <w:rsid w:val="00EB6F41"/>
    <w:rsid w:val="00ED07BA"/>
    <w:rsid w:val="00ED30A2"/>
    <w:rsid w:val="00ED38C8"/>
    <w:rsid w:val="00EE3C70"/>
    <w:rsid w:val="00EF2F8C"/>
    <w:rsid w:val="00EF4B65"/>
    <w:rsid w:val="00F056D4"/>
    <w:rsid w:val="00F10625"/>
    <w:rsid w:val="00F17CAF"/>
    <w:rsid w:val="00F2594F"/>
    <w:rsid w:val="00F320D5"/>
    <w:rsid w:val="00F43BC3"/>
    <w:rsid w:val="00F44F80"/>
    <w:rsid w:val="00F52C86"/>
    <w:rsid w:val="00F54A79"/>
    <w:rsid w:val="00F66FD9"/>
    <w:rsid w:val="00F75746"/>
    <w:rsid w:val="00F774B9"/>
    <w:rsid w:val="00F77E63"/>
    <w:rsid w:val="00F85246"/>
    <w:rsid w:val="00F97063"/>
    <w:rsid w:val="00FB1557"/>
    <w:rsid w:val="00FC0CFB"/>
    <w:rsid w:val="00FC2CE6"/>
    <w:rsid w:val="00FC3B16"/>
    <w:rsid w:val="00FE1D19"/>
    <w:rsid w:val="00FE3724"/>
    <w:rsid w:val="00FF063B"/>
    <w:rsid w:val="00FF5445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A75C1-5521-46F8-A88F-56FD5045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D4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92904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E3BFE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CB26A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83B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231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13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9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206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378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54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chule\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314C1-221C-4D42-8C7C-BAC900689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</Template>
  <TotalTime>0</TotalTime>
  <Pages>1</Pages>
  <Words>100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Woellermann</cp:lastModifiedBy>
  <cp:revision>62</cp:revision>
  <cp:lastPrinted>2018-06-01T05:42:00Z</cp:lastPrinted>
  <dcterms:created xsi:type="dcterms:W3CDTF">2018-06-04T05:11:00Z</dcterms:created>
  <dcterms:modified xsi:type="dcterms:W3CDTF">2019-09-10T07:17:00Z</dcterms:modified>
</cp:coreProperties>
</file>